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37143" w14:textId="77777777" w:rsidR="00B83B35" w:rsidRDefault="00B83B35" w:rsidP="00B83B3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nr 7/2023</w:t>
      </w:r>
    </w:p>
    <w:p w14:paraId="526CEA36" w14:textId="77777777" w:rsidR="00B83B35" w:rsidRDefault="00B83B35" w:rsidP="00B83B3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761EF69" w14:textId="6CE01D13" w:rsidR="00B83B35" w:rsidRDefault="00B83B35" w:rsidP="00B83B3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181ED4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181ED4">
        <w:rPr>
          <w:rFonts w:ascii="Corbel" w:hAnsi="Corbel"/>
          <w:b/>
          <w:smallCaps/>
          <w:sz w:val="24"/>
          <w:szCs w:val="24"/>
        </w:rPr>
        <w:t>8</w:t>
      </w:r>
    </w:p>
    <w:p w14:paraId="432A6829" w14:textId="77777777" w:rsidR="00B83B35" w:rsidRDefault="00B83B35" w:rsidP="00B83B35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7B72B64A" w14:textId="6B7949FB" w:rsidR="00B83B35" w:rsidRPr="00EA4832" w:rsidRDefault="00B83B35" w:rsidP="00B83B35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181ED4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181ED4">
        <w:rPr>
          <w:rFonts w:ascii="Corbel" w:hAnsi="Corbel"/>
          <w:sz w:val="20"/>
          <w:szCs w:val="20"/>
        </w:rPr>
        <w:t>8</w:t>
      </w: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EA4E3C" w14:textId="77777777" w:rsidTr="09EE2EBB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797B09" w14:textId="77777777" w:rsidR="0085747A" w:rsidRPr="009C54AE" w:rsidRDefault="00117FA5" w:rsidP="09EE2EBB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9EE2EBB">
              <w:rPr>
                <w:rFonts w:ascii="Corbel" w:hAnsi="Corbel"/>
                <w:bCs/>
                <w:sz w:val="24"/>
                <w:szCs w:val="24"/>
              </w:rPr>
              <w:t>Ludy rdzenne w stosunkach międzynarodowych</w:t>
            </w:r>
          </w:p>
        </w:tc>
      </w:tr>
      <w:tr w:rsidR="0085747A" w:rsidRPr="009C54AE" w14:paraId="2AF56087" w14:textId="77777777" w:rsidTr="09EE2EBB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7D41CD7" w14:textId="77777777" w:rsidR="0085747A" w:rsidRPr="009C54AE" w:rsidRDefault="00F95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MK_6</w:t>
            </w:r>
            <w:r w:rsidR="00117FA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181ED4" w:rsidRPr="009C54AE" w14:paraId="5C0172EC" w14:textId="77777777" w:rsidTr="001F1232">
        <w:tc>
          <w:tcPr>
            <w:tcW w:w="2694" w:type="dxa"/>
            <w:vAlign w:val="center"/>
          </w:tcPr>
          <w:p w14:paraId="249A5C16" w14:textId="77777777" w:rsidR="00181ED4" w:rsidRPr="009C54AE" w:rsidRDefault="00181ED4" w:rsidP="00181ED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14:paraId="7E3E3000" w14:textId="10EBD049" w:rsidR="00181ED4" w:rsidRPr="00181ED4" w:rsidRDefault="00181ED4" w:rsidP="00181E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81ED4">
              <w:rPr>
                <w:rFonts w:ascii="Corbel" w:hAnsi="Corbel"/>
                <w:b w:val="0"/>
                <w:bCs/>
                <w:sz w:val="24"/>
                <w:szCs w:val="24"/>
              </w:rPr>
              <w:t>Wydział Nauk Społecznych</w:t>
            </w:r>
          </w:p>
        </w:tc>
      </w:tr>
      <w:tr w:rsidR="00181ED4" w:rsidRPr="009C54AE" w14:paraId="4FEDF307" w14:textId="77777777" w:rsidTr="001F1232">
        <w:tc>
          <w:tcPr>
            <w:tcW w:w="2694" w:type="dxa"/>
            <w:vAlign w:val="center"/>
          </w:tcPr>
          <w:p w14:paraId="0A39E105" w14:textId="77777777" w:rsidR="00181ED4" w:rsidRPr="009C54AE" w:rsidRDefault="00181ED4" w:rsidP="00181E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56BCBDC3" w14:textId="07134AEA" w:rsidR="00181ED4" w:rsidRPr="00181ED4" w:rsidRDefault="00181ED4" w:rsidP="00181E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81ED4">
              <w:rPr>
                <w:rFonts w:ascii="Corbel" w:hAnsi="Corbel"/>
                <w:b w:val="0"/>
                <w:bCs/>
                <w:sz w:val="24"/>
                <w:szCs w:val="24"/>
              </w:rPr>
              <w:t>Instytut Nauk o Polityce i Bezpieczeństwie</w:t>
            </w:r>
          </w:p>
        </w:tc>
      </w:tr>
      <w:tr w:rsidR="0085747A" w:rsidRPr="009C54AE" w14:paraId="58415E7B" w14:textId="77777777" w:rsidTr="09EE2EBB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9C54AE" w:rsidRDefault="00D955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7CADDEE4" w14:textId="77777777" w:rsidTr="09EE2EBB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10F33B" w14:textId="77777777" w:rsidR="0085747A" w:rsidRPr="009C54AE" w:rsidRDefault="00D955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Poziom I</w:t>
            </w:r>
          </w:p>
        </w:tc>
      </w:tr>
      <w:tr w:rsidR="0085747A" w:rsidRPr="009C54AE" w14:paraId="51B60F1E" w14:textId="77777777" w:rsidTr="09EE2EBB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77777777" w:rsidR="0085747A" w:rsidRPr="009C54AE" w:rsidRDefault="00D955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6263AA80" w14:textId="77777777" w:rsidTr="09EE2EBB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0D9E074" w14:textId="27180744" w:rsidR="0085747A" w:rsidRPr="009C54AE" w:rsidRDefault="003638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81ED4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95F4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5CAA03C" w14:textId="77777777" w:rsidTr="09EE2EBB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51DEEF" w14:textId="27B45EBC" w:rsidR="0085747A" w:rsidRPr="009C54AE" w:rsidRDefault="00D95560" w:rsidP="09EE2E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9EE2EBB">
              <w:rPr>
                <w:rFonts w:ascii="Corbel" w:hAnsi="Corbel"/>
                <w:b w:val="0"/>
                <w:sz w:val="24"/>
                <w:szCs w:val="24"/>
              </w:rPr>
              <w:t xml:space="preserve">III </w:t>
            </w:r>
            <w:r w:rsidR="0471953B" w:rsidRPr="09EE2EBB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Pr="09EE2EBB">
              <w:rPr>
                <w:rFonts w:ascii="Corbel" w:hAnsi="Corbel"/>
                <w:b w:val="0"/>
                <w:sz w:val="24"/>
                <w:szCs w:val="24"/>
              </w:rPr>
              <w:t xml:space="preserve">VI </w:t>
            </w:r>
          </w:p>
        </w:tc>
      </w:tr>
      <w:tr w:rsidR="0085747A" w:rsidRPr="009C54AE" w14:paraId="1F36C07E" w14:textId="77777777" w:rsidTr="09EE2EBB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16EA4C" w14:textId="77777777" w:rsidR="0085747A" w:rsidRPr="009C54AE" w:rsidRDefault="00F95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26EB6C12" w14:textId="77777777" w:rsidTr="09EE2EBB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117F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9556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04B1EAA" w14:textId="77777777" w:rsidTr="09EE2EBB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9295ECB" w14:textId="77777777" w:rsidR="0085747A" w:rsidRPr="009C54AE" w:rsidRDefault="00117F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117FA5" w:rsidRPr="009C54AE" w14:paraId="6B4CB27B" w14:textId="77777777" w:rsidTr="09EE2EBB">
        <w:tc>
          <w:tcPr>
            <w:tcW w:w="2694" w:type="dxa"/>
            <w:vAlign w:val="center"/>
          </w:tcPr>
          <w:p w14:paraId="471FE442" w14:textId="77777777" w:rsidR="00117FA5" w:rsidRPr="009C54AE" w:rsidRDefault="00117FA5" w:rsidP="00117F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13751B" w14:textId="77777777" w:rsidR="00117FA5" w:rsidRPr="009C54AE" w:rsidRDefault="00117FA5" w:rsidP="00117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4DE066A3" w14:textId="2FFC8073" w:rsidR="0085747A" w:rsidRPr="009C54AE" w:rsidRDefault="0085747A" w:rsidP="09EE2EB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9EE2EBB">
        <w:rPr>
          <w:rFonts w:ascii="Corbel" w:hAnsi="Corbel"/>
          <w:sz w:val="24"/>
          <w:szCs w:val="24"/>
        </w:rPr>
        <w:t xml:space="preserve">* </w:t>
      </w:r>
      <w:r w:rsidRPr="09EE2EBB">
        <w:rPr>
          <w:rFonts w:ascii="Corbel" w:hAnsi="Corbel"/>
          <w:i/>
          <w:iCs/>
          <w:sz w:val="24"/>
          <w:szCs w:val="24"/>
        </w:rPr>
        <w:t>-</w:t>
      </w:r>
      <w:r w:rsidR="00B90885" w:rsidRPr="09EE2EBB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9EE2EBB">
        <w:rPr>
          <w:rFonts w:ascii="Corbel" w:hAnsi="Corbel"/>
          <w:b w:val="0"/>
          <w:sz w:val="24"/>
          <w:szCs w:val="24"/>
        </w:rPr>
        <w:t>e,</w:t>
      </w:r>
      <w:r w:rsidR="44D3357F" w:rsidRPr="09EE2EBB">
        <w:rPr>
          <w:rFonts w:ascii="Corbel" w:hAnsi="Corbel"/>
          <w:b w:val="0"/>
          <w:sz w:val="24"/>
          <w:szCs w:val="24"/>
        </w:rPr>
        <w:t xml:space="preserve"> </w:t>
      </w:r>
      <w:r w:rsidRPr="09EE2EBB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9EE2EBB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5"/>
        <w:gridCol w:w="915"/>
        <w:gridCol w:w="810"/>
        <w:gridCol w:w="930"/>
        <w:gridCol w:w="750"/>
        <w:gridCol w:w="810"/>
        <w:gridCol w:w="586"/>
        <w:gridCol w:w="948"/>
        <w:gridCol w:w="1189"/>
        <w:gridCol w:w="1505"/>
      </w:tblGrid>
      <w:tr w:rsidR="00015B8F" w:rsidRPr="009C54AE" w14:paraId="4A00F406" w14:textId="77777777" w:rsidTr="09EE2EBB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2F423BB" w14:textId="77777777" w:rsidTr="09EE2EBB">
        <w:trPr>
          <w:trHeight w:val="453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8E22" w14:textId="77777777" w:rsidR="00015B8F" w:rsidRPr="009C54AE" w:rsidRDefault="00D955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9C54AE" w:rsidRDefault="003638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A551" w14:textId="7753A0CE" w:rsidR="00015B8F" w:rsidRPr="009C54AE" w:rsidRDefault="00F95F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9EE2EBB">
              <w:rPr>
                <w:rFonts w:ascii="Corbel" w:hAnsi="Corbel"/>
                <w:sz w:val="24"/>
                <w:szCs w:val="24"/>
              </w:rPr>
              <w:t>3</w:t>
            </w:r>
            <w:r w:rsidR="00D95560" w:rsidRPr="09EE2EB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DDBE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9EE2EBB">
        <w:rPr>
          <w:rFonts w:ascii="Corbel" w:hAnsi="Corbel"/>
          <w:smallCaps w:val="0"/>
        </w:rPr>
        <w:t>1.</w:t>
      </w:r>
      <w:r w:rsidR="00E22FBC" w:rsidRPr="09EE2EBB">
        <w:rPr>
          <w:rFonts w:ascii="Corbel" w:hAnsi="Corbel"/>
          <w:smallCaps w:val="0"/>
        </w:rPr>
        <w:t>2</w:t>
      </w:r>
      <w:r w:rsidR="00F83B28" w:rsidRPr="09EE2EBB">
        <w:rPr>
          <w:rFonts w:ascii="Corbel" w:hAnsi="Corbel"/>
          <w:smallCaps w:val="0"/>
        </w:rPr>
        <w:t>.</w:t>
      </w:r>
      <w:r>
        <w:tab/>
      </w:r>
      <w:r w:rsidRPr="09EE2EBB">
        <w:rPr>
          <w:rFonts w:ascii="Corbel" w:hAnsi="Corbel"/>
          <w:smallCaps w:val="0"/>
        </w:rPr>
        <w:t xml:space="preserve">Sposób realizacji zajęć  </w:t>
      </w:r>
    </w:p>
    <w:p w14:paraId="34125126" w14:textId="012F66D0" w:rsidR="09EE2EBB" w:rsidRDefault="09EE2EBB" w:rsidP="09EE2EBB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u w:val="single"/>
        </w:rPr>
      </w:pPr>
    </w:p>
    <w:p w14:paraId="642E2D71" w14:textId="77777777" w:rsidR="0085747A" w:rsidRPr="00F95F4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F95F49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F95F49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  <w:r w:rsidR="00D95560" w:rsidRPr="00F95F49">
        <w:rPr>
          <w:rFonts w:ascii="Corbel" w:hAnsi="Corbel"/>
          <w:b w:val="0"/>
          <w:smallCaps w:val="0"/>
          <w:szCs w:val="24"/>
          <w:u w:val="single"/>
        </w:rPr>
        <w:t>(tak)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2A7A6F8B" w:rsidR="00E22FBC" w:rsidRPr="009C54AE" w:rsidRDefault="00E22FBC" w:rsidP="3ED9D78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ED9D785">
        <w:rPr>
          <w:rFonts w:ascii="Corbel" w:hAnsi="Corbel"/>
          <w:smallCaps w:val="0"/>
        </w:rPr>
        <w:t xml:space="preserve">1.3 </w:t>
      </w:r>
      <w:r>
        <w:tab/>
      </w:r>
      <w:r w:rsidRPr="3ED9D785">
        <w:rPr>
          <w:rFonts w:ascii="Corbel" w:hAnsi="Corbel"/>
          <w:smallCaps w:val="0"/>
        </w:rPr>
        <w:t>For</w:t>
      </w:r>
      <w:r w:rsidR="00445970" w:rsidRPr="3ED9D785">
        <w:rPr>
          <w:rFonts w:ascii="Corbel" w:hAnsi="Corbel"/>
          <w:smallCaps w:val="0"/>
        </w:rPr>
        <w:t xml:space="preserve">ma zaliczenia przedmiotu </w:t>
      </w:r>
      <w:r w:rsidRPr="3ED9D785">
        <w:rPr>
          <w:rFonts w:ascii="Corbel" w:hAnsi="Corbel"/>
          <w:smallCaps w:val="0"/>
        </w:rPr>
        <w:t xml:space="preserve">(z toku) </w:t>
      </w:r>
      <w:r w:rsidRPr="3ED9D785">
        <w:rPr>
          <w:rFonts w:ascii="Corbel" w:hAnsi="Corbel"/>
          <w:b w:val="0"/>
          <w:smallCaps w:val="0"/>
        </w:rPr>
        <w:t>(egzamin, zaliczenie z oceną, zaliczenie bez oceny)</w:t>
      </w:r>
    </w:p>
    <w:p w14:paraId="55DA62D5" w14:textId="2957C5D9" w:rsidR="09EE2EBB" w:rsidRDefault="09EE2EBB" w:rsidP="09EE2EBB">
      <w:pPr>
        <w:pStyle w:val="Punktygwne"/>
        <w:spacing w:before="0" w:after="0"/>
        <w:rPr>
          <w:rFonts w:ascii="Corbel" w:hAnsi="Corbel"/>
          <w:b w:val="0"/>
        </w:rPr>
      </w:pPr>
    </w:p>
    <w:p w14:paraId="55D48E7E" w14:textId="77777777" w:rsidR="009C54AE" w:rsidRDefault="00D9556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F2D8B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CF0C89" w14:textId="05CD470A" w:rsidR="09EE2EBB" w:rsidRDefault="09EE2EBB" w:rsidP="09EE2EBB">
      <w:pPr>
        <w:pStyle w:val="Punktygwne"/>
        <w:spacing w:before="0" w:after="0"/>
        <w:rPr>
          <w:rFonts w:ascii="Corbel" w:hAnsi="Corbel"/>
        </w:rPr>
      </w:pPr>
    </w:p>
    <w:p w14:paraId="5B0D9518" w14:textId="458DD7C2" w:rsidR="09EE2EBB" w:rsidRDefault="09EE2EBB" w:rsidP="09EE2EBB">
      <w:pPr>
        <w:pStyle w:val="Punktygwne"/>
        <w:spacing w:before="0" w:after="0"/>
        <w:rPr>
          <w:rFonts w:ascii="Corbel" w:hAnsi="Corbel"/>
        </w:rPr>
      </w:pPr>
    </w:p>
    <w:p w14:paraId="7C0235AC" w14:textId="4CFA3E7C" w:rsidR="09EE2EBB" w:rsidRDefault="09EE2EBB" w:rsidP="09EE2EBB">
      <w:pPr>
        <w:pStyle w:val="Punktygwne"/>
        <w:spacing w:before="0" w:after="0"/>
        <w:rPr>
          <w:rFonts w:ascii="Corbel" w:hAnsi="Corbel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9EE2EBB">
        <w:rPr>
          <w:rFonts w:ascii="Corbel" w:hAnsi="Corbel"/>
        </w:rPr>
        <w:t xml:space="preserve">2.Wymagania wstępne </w:t>
      </w:r>
    </w:p>
    <w:p w14:paraId="541343C6" w14:textId="453D0838" w:rsidR="09EE2EBB" w:rsidRDefault="09EE2EBB" w:rsidP="09EE2EBB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2A231D7" w14:textId="77777777" w:rsidTr="09EE2EBB">
        <w:tc>
          <w:tcPr>
            <w:tcW w:w="9670" w:type="dxa"/>
          </w:tcPr>
          <w:p w14:paraId="0FB78278" w14:textId="49788C29" w:rsidR="0085747A" w:rsidRPr="009C54AE" w:rsidRDefault="00117FA5" w:rsidP="09EE2EB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09EE2EBB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Student posiada wiedzę o stosunkach międzynarodowych i najważniejszych organizacjach międzynarodowych</w:t>
            </w:r>
          </w:p>
        </w:tc>
      </w:tr>
    </w:tbl>
    <w:p w14:paraId="1FC3994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5DA93496" w:rsidR="0085747A" w:rsidRPr="00C05F44" w:rsidRDefault="0071620A" w:rsidP="2D053638">
      <w:pPr>
        <w:pStyle w:val="Punktygwne"/>
        <w:spacing w:before="0" w:after="0"/>
        <w:rPr>
          <w:rFonts w:ascii="Corbel" w:hAnsi="Corbel"/>
        </w:rPr>
      </w:pPr>
      <w:r w:rsidRPr="2D053638">
        <w:rPr>
          <w:rFonts w:ascii="Corbel" w:hAnsi="Corbel"/>
        </w:rPr>
        <w:t>3.</w:t>
      </w:r>
      <w:r w:rsidR="00A84C85" w:rsidRPr="2D053638">
        <w:rPr>
          <w:rFonts w:ascii="Corbel" w:hAnsi="Corbel"/>
        </w:rPr>
        <w:t>cele, efekty uczenia się</w:t>
      </w:r>
      <w:r w:rsidR="0085747A" w:rsidRPr="2D053638">
        <w:rPr>
          <w:rFonts w:ascii="Corbel" w:hAnsi="Corbel"/>
        </w:rPr>
        <w:t>, treści Programowe i stosowane metody Dydaktyczne</w:t>
      </w:r>
    </w:p>
    <w:p w14:paraId="0562CB0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4CE0A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9C54AE" w14:paraId="0338B576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CFC0F1F" w14:textId="77777777" w:rsidR="0085747A" w:rsidRPr="009C54AE" w:rsidRDefault="005613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wiedzą na temat historii i współczesnej sytuacji </w:t>
            </w:r>
            <w:r w:rsidR="00117FA5">
              <w:rPr>
                <w:rFonts w:ascii="Corbel" w:hAnsi="Corbel"/>
                <w:b w:val="0"/>
                <w:sz w:val="24"/>
                <w:szCs w:val="24"/>
              </w:rPr>
              <w:t>ludów rdzennych</w:t>
            </w:r>
          </w:p>
        </w:tc>
      </w:tr>
      <w:tr w:rsidR="0085747A" w:rsidRPr="009C54AE" w14:paraId="540F0573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D9556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496345B" w14:textId="77777777" w:rsidR="0085747A" w:rsidRPr="009C54AE" w:rsidRDefault="005613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wiedzą na temat </w:t>
            </w:r>
            <w:r w:rsidR="00117FA5">
              <w:rPr>
                <w:rFonts w:ascii="Corbel" w:hAnsi="Corbel"/>
                <w:b w:val="0"/>
                <w:sz w:val="24"/>
                <w:szCs w:val="24"/>
              </w:rPr>
              <w:t>prawnomiędzynarodowej ochrony praw ludów rdzennych</w:t>
            </w:r>
          </w:p>
        </w:tc>
      </w:tr>
      <w:tr w:rsidR="0085747A" w:rsidRPr="009C54AE" w14:paraId="34EFA0DA" w14:textId="77777777" w:rsidTr="00923D7D">
        <w:tc>
          <w:tcPr>
            <w:tcW w:w="851" w:type="dxa"/>
            <w:vAlign w:val="center"/>
          </w:tcPr>
          <w:p w14:paraId="53C0B3C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6137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71F9D84" w14:textId="77777777" w:rsidR="0085747A" w:rsidRPr="009C54AE" w:rsidRDefault="00117FA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rolą ludów rdzennych w organizacjach międzynarodowych glokalnych i regionalnych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D98A12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1F38664" w14:textId="77777777" w:rsidTr="2D053638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D85636D" w14:textId="77777777" w:rsidTr="2D053638">
        <w:tc>
          <w:tcPr>
            <w:tcW w:w="1701" w:type="dxa"/>
          </w:tcPr>
          <w:p w14:paraId="4FCA59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CE6DE14" w14:textId="77777777" w:rsidR="0085747A" w:rsidRPr="009C54AE" w:rsidRDefault="00117FA5" w:rsidP="09EE2E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9EE2EBB">
              <w:rPr>
                <w:rFonts w:ascii="Corbel" w:hAnsi="Corbel"/>
                <w:b w:val="0"/>
                <w:smallCaps w:val="0"/>
              </w:rPr>
              <w:t>Student zna pozycję ludów rdzennych w perspektywie historycznej</w:t>
            </w:r>
          </w:p>
        </w:tc>
        <w:tc>
          <w:tcPr>
            <w:tcW w:w="1873" w:type="dxa"/>
          </w:tcPr>
          <w:p w14:paraId="0AD3A7D1" w14:textId="77777777" w:rsidR="0085747A" w:rsidRDefault="00117F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220D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03,</w:t>
            </w:r>
          </w:p>
          <w:p w14:paraId="01A75E0E" w14:textId="77777777" w:rsidR="00117FA5" w:rsidRPr="009C54AE" w:rsidRDefault="00117F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17FA5" w:rsidRPr="009C54AE" w14:paraId="58561B1B" w14:textId="77777777" w:rsidTr="2D053638">
        <w:tc>
          <w:tcPr>
            <w:tcW w:w="1701" w:type="dxa"/>
          </w:tcPr>
          <w:p w14:paraId="56A76B19" w14:textId="77777777" w:rsidR="00117FA5" w:rsidRPr="009C54AE" w:rsidRDefault="00117F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F6ED44D" w14:textId="77777777" w:rsidR="00117FA5" w:rsidRDefault="00117FA5" w:rsidP="09EE2E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9EE2EBB">
              <w:rPr>
                <w:rFonts w:ascii="Corbel" w:hAnsi="Corbel"/>
                <w:b w:val="0"/>
                <w:smallCaps w:val="0"/>
              </w:rPr>
              <w:t>Student zna rolę ludów rdzennych w organizacjach międzynarodowych</w:t>
            </w:r>
          </w:p>
        </w:tc>
        <w:tc>
          <w:tcPr>
            <w:tcW w:w="1873" w:type="dxa"/>
          </w:tcPr>
          <w:p w14:paraId="4BB8B948" w14:textId="77777777" w:rsidR="00117FA5" w:rsidRDefault="00117F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68C08EDC" w14:textId="77777777" w:rsidTr="2D053638">
        <w:tc>
          <w:tcPr>
            <w:tcW w:w="1701" w:type="dxa"/>
          </w:tcPr>
          <w:p w14:paraId="419608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17FA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54A9346" w14:textId="77777777" w:rsidR="0085747A" w:rsidRPr="009C54AE" w:rsidRDefault="00117FA5" w:rsidP="09EE2E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9EE2EBB">
              <w:rPr>
                <w:rFonts w:ascii="Corbel" w:hAnsi="Corbel"/>
                <w:b w:val="0"/>
                <w:smallCaps w:val="0"/>
              </w:rPr>
              <w:t>Student</w:t>
            </w:r>
            <w:r w:rsidR="072F8434" w:rsidRPr="09EE2EBB">
              <w:rPr>
                <w:rFonts w:ascii="Corbel" w:hAnsi="Corbel"/>
                <w:b w:val="0"/>
                <w:smallCaps w:val="0"/>
              </w:rPr>
              <w:t xml:space="preserve"> potrafi </w:t>
            </w:r>
            <w:r w:rsidRPr="09EE2EBB">
              <w:rPr>
                <w:rFonts w:ascii="Corbel" w:hAnsi="Corbel"/>
                <w:b w:val="0"/>
                <w:smallCaps w:val="0"/>
              </w:rPr>
              <w:t xml:space="preserve">zebrać, </w:t>
            </w:r>
            <w:r w:rsidR="072F8434" w:rsidRPr="09EE2EBB">
              <w:rPr>
                <w:rFonts w:ascii="Corbel" w:hAnsi="Corbel"/>
                <w:b w:val="0"/>
                <w:smallCaps w:val="0"/>
              </w:rPr>
              <w:t xml:space="preserve">dokonać </w:t>
            </w:r>
            <w:r w:rsidRPr="09EE2EBB">
              <w:rPr>
                <w:rFonts w:ascii="Corbel" w:hAnsi="Corbel"/>
                <w:b w:val="0"/>
                <w:smallCaps w:val="0"/>
              </w:rPr>
              <w:t>selekcji i zinterpretować informacje na temat sytuacji ludów rdzennych w skali regionalnej i globalnej</w:t>
            </w:r>
          </w:p>
        </w:tc>
        <w:tc>
          <w:tcPr>
            <w:tcW w:w="1873" w:type="dxa"/>
          </w:tcPr>
          <w:p w14:paraId="7DB8E7D1" w14:textId="77777777" w:rsidR="0085747A" w:rsidRDefault="00117F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</w:t>
            </w:r>
            <w:r w:rsidR="000220D8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220D8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503A8663" w14:textId="77777777" w:rsidR="00117FA5" w:rsidRDefault="00117F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K_U02,</w:t>
            </w:r>
          </w:p>
          <w:p w14:paraId="2946DB82" w14:textId="4765AF08" w:rsidR="00117FA5" w:rsidRPr="009C54AE" w:rsidRDefault="00117FA5" w:rsidP="09EE2E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9EE2EBB">
              <w:rPr>
                <w:rFonts w:ascii="Corbel" w:hAnsi="Corbel"/>
                <w:b w:val="0"/>
                <w:smallCaps w:val="0"/>
              </w:rPr>
              <w:t>K_U03</w:t>
            </w:r>
          </w:p>
        </w:tc>
      </w:tr>
      <w:tr w:rsidR="0085747A" w:rsidRPr="009C54AE" w14:paraId="77F3FAF1" w14:textId="77777777" w:rsidTr="2D053638">
        <w:tc>
          <w:tcPr>
            <w:tcW w:w="1701" w:type="dxa"/>
          </w:tcPr>
          <w:p w14:paraId="78C319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17FA5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4D55FC29" w14:textId="4FA7B764" w:rsidR="0085747A" w:rsidRPr="009C54AE" w:rsidRDefault="00830F07" w:rsidP="2D0536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D053638">
              <w:rPr>
                <w:rFonts w:ascii="Corbel" w:hAnsi="Corbel"/>
                <w:b w:val="0"/>
                <w:smallCaps w:val="0"/>
              </w:rPr>
              <w:t>Student wykorzystuje zebrane materiały do przedstawienia opracowania dotyczącego sytuacji poszczególnych ludów</w:t>
            </w:r>
            <w:r w:rsidR="24D9CD47" w:rsidRPr="2D053638">
              <w:rPr>
                <w:rFonts w:ascii="Corbel" w:hAnsi="Corbel"/>
                <w:b w:val="0"/>
                <w:smallCaps w:val="0"/>
              </w:rPr>
              <w:t xml:space="preserve"> </w:t>
            </w:r>
            <w:r w:rsidRPr="2D053638">
              <w:rPr>
                <w:rFonts w:ascii="Corbel" w:hAnsi="Corbel"/>
                <w:b w:val="0"/>
                <w:smallCaps w:val="0"/>
              </w:rPr>
              <w:t>rdzennych, lub ich grup w</w:t>
            </w:r>
            <w:r w:rsidR="3FAFFA36" w:rsidRPr="2D053638">
              <w:rPr>
                <w:rFonts w:ascii="Corbel" w:hAnsi="Corbel"/>
                <w:b w:val="0"/>
                <w:smallCaps w:val="0"/>
              </w:rPr>
              <w:t xml:space="preserve"> </w:t>
            </w:r>
            <w:r w:rsidRPr="2D053638">
              <w:rPr>
                <w:rFonts w:ascii="Corbel" w:hAnsi="Corbel"/>
                <w:b w:val="0"/>
                <w:smallCaps w:val="0"/>
              </w:rPr>
              <w:t>określonych państwach i regionach</w:t>
            </w:r>
          </w:p>
        </w:tc>
        <w:tc>
          <w:tcPr>
            <w:tcW w:w="1873" w:type="dxa"/>
          </w:tcPr>
          <w:p w14:paraId="0495AD78" w14:textId="77777777" w:rsidR="0085747A" w:rsidRPr="009C54AE" w:rsidRDefault="00830F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9EE2EBB">
      <w:pPr>
        <w:pStyle w:val="Akapitzlist"/>
        <w:spacing w:line="36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09EE2EBB">
        <w:rPr>
          <w:rFonts w:ascii="Corbel" w:hAnsi="Corbel"/>
          <w:b/>
          <w:bCs/>
          <w:sz w:val="24"/>
          <w:szCs w:val="24"/>
        </w:rPr>
        <w:t>3.3</w:t>
      </w:r>
      <w:r w:rsidR="0085747A" w:rsidRPr="09EE2EBB">
        <w:rPr>
          <w:rFonts w:ascii="Corbel" w:hAnsi="Corbel"/>
          <w:b/>
          <w:bCs/>
          <w:sz w:val="24"/>
          <w:szCs w:val="24"/>
        </w:rPr>
        <w:t>T</w:t>
      </w:r>
      <w:r w:rsidR="001D7B54" w:rsidRPr="09EE2EBB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9EE2EBB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Corbel" w:hAnsi="Corbel"/>
          <w:sz w:val="24"/>
          <w:szCs w:val="24"/>
        </w:rPr>
      </w:pPr>
      <w:r w:rsidRPr="09EE2EBB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9EE2EBB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B699379" w14:textId="77777777" w:rsidTr="09EE2EBB">
        <w:tc>
          <w:tcPr>
            <w:tcW w:w="9639" w:type="dxa"/>
          </w:tcPr>
          <w:p w14:paraId="3FE9F23F" w14:textId="213FCCEF" w:rsidR="0085747A" w:rsidRPr="009C54AE" w:rsidRDefault="1B24260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9EE2EBB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23DE523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9EE2EB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9EE2EBB">
        <w:rPr>
          <w:rFonts w:ascii="Corbel" w:hAnsi="Corbel"/>
          <w:sz w:val="24"/>
          <w:szCs w:val="24"/>
        </w:rPr>
        <w:t xml:space="preserve">, </w:t>
      </w:r>
      <w:r w:rsidRPr="09EE2EB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A22C9AF" w14:textId="77777777" w:rsidTr="00923D7D">
        <w:tc>
          <w:tcPr>
            <w:tcW w:w="9639" w:type="dxa"/>
          </w:tcPr>
          <w:p w14:paraId="7713BC8C" w14:textId="77777777" w:rsidR="0085747A" w:rsidRPr="009C54AE" w:rsidRDefault="00830F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Ludy rdzenne – zakres podmiotowy </w:t>
            </w:r>
          </w:p>
        </w:tc>
      </w:tr>
      <w:tr w:rsidR="0085747A" w:rsidRPr="009C54AE" w14:paraId="492C9C58" w14:textId="77777777" w:rsidTr="00923D7D">
        <w:tc>
          <w:tcPr>
            <w:tcW w:w="9639" w:type="dxa"/>
          </w:tcPr>
          <w:p w14:paraId="0E491EFE" w14:textId="77777777" w:rsidR="0085747A" w:rsidRPr="009C54AE" w:rsidRDefault="00830F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Rys historyczny sytuacji ludów rdzennych</w:t>
            </w:r>
          </w:p>
        </w:tc>
      </w:tr>
      <w:tr w:rsidR="00830F07" w:rsidRPr="009C54AE" w14:paraId="03FAE7C3" w14:textId="77777777" w:rsidTr="00923D7D">
        <w:tc>
          <w:tcPr>
            <w:tcW w:w="9639" w:type="dxa"/>
          </w:tcPr>
          <w:p w14:paraId="1FF75244" w14:textId="77777777" w:rsidR="00830F07" w:rsidRPr="009C54AE" w:rsidRDefault="00830F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Współczesna międzynarodowa ochrona praw ludów rdzennych</w:t>
            </w:r>
          </w:p>
        </w:tc>
      </w:tr>
      <w:tr w:rsidR="00830F07" w:rsidRPr="009C54AE" w14:paraId="761A2755" w14:textId="77777777" w:rsidTr="00923D7D">
        <w:tc>
          <w:tcPr>
            <w:tcW w:w="9639" w:type="dxa"/>
          </w:tcPr>
          <w:p w14:paraId="57661B4E" w14:textId="77777777" w:rsidR="00830F07" w:rsidRPr="009C54AE" w:rsidRDefault="00830F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 praw ludów rdzennych w wybranych państwach</w:t>
            </w:r>
          </w:p>
        </w:tc>
      </w:tr>
      <w:tr w:rsidR="00830F07" w:rsidRPr="009C54AE" w14:paraId="44941653" w14:textId="77777777" w:rsidTr="00923D7D">
        <w:tc>
          <w:tcPr>
            <w:tcW w:w="9639" w:type="dxa"/>
          </w:tcPr>
          <w:p w14:paraId="2320E398" w14:textId="77777777" w:rsidR="00830F07" w:rsidRPr="009C54AE" w:rsidRDefault="00830F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Historyczne, etyczne i prawne uwarunkowania współczesnej znaczenia ludów rdzennych w relacjach międzynarodowych</w:t>
            </w:r>
          </w:p>
        </w:tc>
      </w:tr>
      <w:tr w:rsidR="0085747A" w:rsidRPr="009C54AE" w14:paraId="591C6086" w14:textId="77777777" w:rsidTr="00923D7D">
        <w:tc>
          <w:tcPr>
            <w:tcW w:w="9639" w:type="dxa"/>
          </w:tcPr>
          <w:p w14:paraId="7EDE8749" w14:textId="77777777" w:rsidR="0085747A" w:rsidRPr="009C54AE" w:rsidRDefault="00830F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Pozycja ludów rdzennych w organizacjach międzynarodowych</w:t>
            </w:r>
          </w:p>
        </w:tc>
      </w:tr>
    </w:tbl>
    <w:p w14:paraId="07547A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043CB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BEDABF" w14:textId="77777777" w:rsidR="006342B2" w:rsidRPr="009C54AE" w:rsidRDefault="00830F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9EE2EBB">
        <w:rPr>
          <w:rFonts w:ascii="Corbel" w:hAnsi="Corbel"/>
          <w:b w:val="0"/>
          <w:smallCaps w:val="0"/>
        </w:rPr>
        <w:t>Wykład problemowy, projekt badawczy, praca w grupach, dyskusja</w:t>
      </w:r>
    </w:p>
    <w:p w14:paraId="6DFB9E2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0DF9E5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C3740EA" w14:textId="77777777" w:rsidTr="0627D8E6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AC1580F" w14:textId="2589B09E" w:rsidR="0085747A" w:rsidRPr="009C54AE" w:rsidRDefault="00A84C85" w:rsidP="09EE2E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9EE2E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26DBDDB5" w:rsidRPr="09EE2E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14B1355" w14:textId="77777777" w:rsidTr="0627D8E6">
        <w:tc>
          <w:tcPr>
            <w:tcW w:w="1985" w:type="dxa"/>
          </w:tcPr>
          <w:p w14:paraId="17368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DF8A076" w14:textId="77777777" w:rsidR="0085747A" w:rsidRPr="00F95F49" w:rsidRDefault="0004377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5F49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F95F49">
              <w:rPr>
                <w:rFonts w:ascii="Corbel" w:hAnsi="Corbel"/>
                <w:b w:val="0"/>
                <w:szCs w:val="24"/>
              </w:rPr>
              <w:t xml:space="preserve">, praca </w:t>
            </w:r>
          </w:p>
        </w:tc>
        <w:tc>
          <w:tcPr>
            <w:tcW w:w="2126" w:type="dxa"/>
          </w:tcPr>
          <w:p w14:paraId="636E6465" w14:textId="0CA771AD" w:rsidR="0085747A" w:rsidRPr="009C54AE" w:rsidRDefault="12774AF4" w:rsidP="09EE2EB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09EE2EBB">
              <w:rPr>
                <w:rFonts w:ascii="Corbel" w:hAnsi="Corbel"/>
                <w:b w:val="0"/>
              </w:rPr>
              <w:t>k</w:t>
            </w:r>
            <w:r w:rsidR="4B39CBE3" w:rsidRPr="09EE2EBB">
              <w:rPr>
                <w:rFonts w:ascii="Corbel" w:hAnsi="Corbel"/>
                <w:b w:val="0"/>
              </w:rPr>
              <w:t>onw</w:t>
            </w:r>
            <w:proofErr w:type="spellEnd"/>
          </w:p>
        </w:tc>
      </w:tr>
      <w:tr w:rsidR="0085747A" w:rsidRPr="009C54AE" w14:paraId="14D718C5" w14:textId="77777777" w:rsidTr="0627D8E6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B3F9D3" w14:textId="77777777" w:rsidR="0085747A" w:rsidRPr="009C54AE" w:rsidRDefault="0004377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F95F49">
              <w:rPr>
                <w:rFonts w:ascii="Corbel" w:hAnsi="Corbel"/>
                <w:b w:val="0"/>
                <w:szCs w:val="24"/>
              </w:rPr>
              <w:t xml:space="preserve">, praca </w:t>
            </w:r>
          </w:p>
        </w:tc>
        <w:tc>
          <w:tcPr>
            <w:tcW w:w="2126" w:type="dxa"/>
          </w:tcPr>
          <w:p w14:paraId="168181B4" w14:textId="4345D774" w:rsidR="0085747A" w:rsidRPr="009C54AE" w:rsidRDefault="12774AF4" w:rsidP="09EE2EB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09EE2EBB">
              <w:rPr>
                <w:rFonts w:ascii="Corbel" w:hAnsi="Corbel"/>
                <w:b w:val="0"/>
              </w:rPr>
              <w:t>k</w:t>
            </w:r>
            <w:r w:rsidR="399015A9" w:rsidRPr="09EE2EBB">
              <w:rPr>
                <w:rFonts w:ascii="Corbel" w:hAnsi="Corbel"/>
                <w:b w:val="0"/>
              </w:rPr>
              <w:t>onw</w:t>
            </w:r>
            <w:proofErr w:type="spellEnd"/>
          </w:p>
        </w:tc>
      </w:tr>
      <w:tr w:rsidR="00F95F49" w:rsidRPr="009C54AE" w14:paraId="421E83EE" w14:textId="77777777" w:rsidTr="0627D8E6">
        <w:tc>
          <w:tcPr>
            <w:tcW w:w="1985" w:type="dxa"/>
          </w:tcPr>
          <w:p w14:paraId="002D746F" w14:textId="77777777" w:rsidR="00F95F49" w:rsidRPr="009C54AE" w:rsidRDefault="00F95F49" w:rsidP="00F95F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0904229" w14:textId="77777777" w:rsidR="00F95F49" w:rsidRPr="009C54AE" w:rsidRDefault="00F95F49" w:rsidP="00F95F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praca </w:t>
            </w:r>
          </w:p>
        </w:tc>
        <w:tc>
          <w:tcPr>
            <w:tcW w:w="2126" w:type="dxa"/>
          </w:tcPr>
          <w:p w14:paraId="10B9B308" w14:textId="0F8A12D8" w:rsidR="00F95F49" w:rsidRDefault="00F95F49" w:rsidP="09EE2EB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09EE2EBB">
              <w:rPr>
                <w:rFonts w:ascii="Corbel" w:hAnsi="Corbel"/>
                <w:b w:val="0"/>
              </w:rPr>
              <w:t>k</w:t>
            </w:r>
            <w:r w:rsidR="0B260676" w:rsidRPr="09EE2EBB">
              <w:rPr>
                <w:rFonts w:ascii="Corbel" w:hAnsi="Corbel"/>
                <w:b w:val="0"/>
              </w:rPr>
              <w:t>onw</w:t>
            </w:r>
            <w:proofErr w:type="spellEnd"/>
          </w:p>
        </w:tc>
      </w:tr>
      <w:tr w:rsidR="0627D8E6" w14:paraId="3E879FBD" w14:textId="77777777" w:rsidTr="0627D8E6">
        <w:tc>
          <w:tcPr>
            <w:tcW w:w="1962" w:type="dxa"/>
          </w:tcPr>
          <w:p w14:paraId="7E85DA5C" w14:textId="0FB88A11" w:rsidR="1680DB0E" w:rsidRDefault="1680DB0E" w:rsidP="0627D8E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627D8E6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3B7EC72A" w14:textId="77777777" w:rsidR="0627D8E6" w:rsidRDefault="0627D8E6" w:rsidP="0627D8E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627D8E6">
              <w:rPr>
                <w:rFonts w:ascii="Corbel" w:hAnsi="Corbel"/>
                <w:b w:val="0"/>
              </w:rPr>
              <w:t xml:space="preserve">obserwacja w trakcie zajęć, praca </w:t>
            </w:r>
          </w:p>
        </w:tc>
        <w:tc>
          <w:tcPr>
            <w:tcW w:w="2117" w:type="dxa"/>
          </w:tcPr>
          <w:p w14:paraId="53E67D7D" w14:textId="0F8A12D8" w:rsidR="0627D8E6" w:rsidRDefault="0627D8E6" w:rsidP="0627D8E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0627D8E6">
              <w:rPr>
                <w:rFonts w:ascii="Corbel" w:hAnsi="Corbel"/>
                <w:b w:val="0"/>
              </w:rPr>
              <w:t>konw</w:t>
            </w:r>
            <w:proofErr w:type="spellEnd"/>
          </w:p>
        </w:tc>
      </w:tr>
    </w:tbl>
    <w:p w14:paraId="144A5D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38610E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8DB1C3" w14:textId="77777777" w:rsidTr="00923D7D">
        <w:tc>
          <w:tcPr>
            <w:tcW w:w="9670" w:type="dxa"/>
          </w:tcPr>
          <w:p w14:paraId="637805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B659D9" w14:textId="77777777" w:rsidR="00923D7D" w:rsidRPr="009C54AE" w:rsidRDefault="00043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Aktywne uczestnictwo w </w:t>
            </w:r>
            <w:r w:rsidR="00830F07"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przedstawienie </w:t>
            </w:r>
            <w:r w:rsidR="00830F07">
              <w:rPr>
                <w:rFonts w:ascii="Corbel" w:hAnsi="Corbel"/>
                <w:b w:val="0"/>
                <w:smallCaps w:val="0"/>
                <w:szCs w:val="24"/>
              </w:rPr>
              <w:t>projektu badawczego</w:t>
            </w:r>
          </w:p>
          <w:p w14:paraId="463F29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B7B4B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A0FF5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09EE2EBB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4FF631E" w14:textId="77777777" w:rsidTr="09EE2EBB">
        <w:tc>
          <w:tcPr>
            <w:tcW w:w="4962" w:type="dxa"/>
          </w:tcPr>
          <w:p w14:paraId="5D831C10" w14:textId="27A5B74F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9EE2EBB">
              <w:rPr>
                <w:rFonts w:ascii="Corbel" w:hAnsi="Corbel"/>
                <w:sz w:val="24"/>
                <w:szCs w:val="24"/>
              </w:rPr>
              <w:t>G</w:t>
            </w:r>
            <w:r w:rsidR="0085747A" w:rsidRPr="09EE2EB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9EE2EB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9EE2EB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9EE2EBB">
              <w:rPr>
                <w:rFonts w:ascii="Corbel" w:hAnsi="Corbel"/>
                <w:sz w:val="24"/>
                <w:szCs w:val="24"/>
              </w:rPr>
              <w:t>ynikające</w:t>
            </w:r>
            <w:r w:rsidR="470B95C6" w:rsidRPr="09EE2EBB">
              <w:rPr>
                <w:rFonts w:ascii="Corbel" w:eastAsia="Corbel" w:hAnsi="Corbel" w:cs="Corbel"/>
                <w:sz w:val="28"/>
                <w:szCs w:val="28"/>
              </w:rPr>
              <w:t xml:space="preserve"> </w:t>
            </w:r>
            <w:r w:rsidR="0085747A" w:rsidRPr="09EE2EBB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 w:rsidRPr="09EE2EBB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510FAF42" w:rsidRPr="09EE2EBB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6FC7E070">
              <w:t xml:space="preserve"> </w:t>
            </w:r>
            <w:r w:rsidRPr="09EE2EB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A4FFC0" w14:textId="77777777" w:rsidR="0085747A" w:rsidRPr="009C54AE" w:rsidRDefault="003638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409F0BAA" w14:textId="77777777" w:rsidTr="09EE2EBB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D369756" w14:textId="77777777" w:rsidR="00C61DC5" w:rsidRPr="009C54AE" w:rsidRDefault="00F95F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5274351F" w14:textId="77777777" w:rsidTr="09EE2EBB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3FBD11F" w14:textId="77777777" w:rsidR="00C61DC5" w:rsidRPr="009C54AE" w:rsidRDefault="0071053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F95F4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2B55E3E1" w14:textId="77777777" w:rsidTr="09EE2EBB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F95F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04377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14D69615" w14:textId="77777777" w:rsidTr="09EE2EBB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4221243" w14:textId="118E9CB8" w:rsidR="0085747A" w:rsidRPr="009C54AE" w:rsidRDefault="00F95F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9EE2EBB">
              <w:rPr>
                <w:rFonts w:ascii="Corbel" w:hAnsi="Corbel"/>
                <w:sz w:val="24"/>
                <w:szCs w:val="24"/>
              </w:rPr>
              <w:t>3</w:t>
            </w:r>
            <w:r w:rsidR="12774AF4" w:rsidRPr="09EE2EB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630AD6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7A3F16" w14:textId="77777777" w:rsidR="002669CE" w:rsidRDefault="002669C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D6A0CD" w14:textId="77777777" w:rsidR="002669CE" w:rsidRDefault="002669C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091216" w14:textId="77777777" w:rsidR="002669CE" w:rsidRDefault="002669C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70CF6B" w14:textId="77777777" w:rsidR="002669CE" w:rsidRDefault="002669C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2F8F67" w14:textId="77777777" w:rsidR="002669CE" w:rsidRDefault="002669C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334C7B" w14:textId="35D22DB0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18290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9EE2EBB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A226A1" w14:textId="34228CD2" w:rsidR="0085747A" w:rsidRPr="009C54AE" w:rsidRDefault="5F240E74" w:rsidP="09EE2E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9EE2EBB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05EFD703" w14:textId="77777777" w:rsidTr="09EE2EBB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7AD93B2" w14:textId="7D49F40B" w:rsidR="0085747A" w:rsidRPr="009C54AE" w:rsidRDefault="7BCEB2AF" w:rsidP="09EE2E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9EE2EBB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0DE4B5B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D5AAF1" w14:textId="4F78DD67" w:rsidR="09EE2EBB" w:rsidRDefault="09EE2EBB" w:rsidP="09EE2EBB">
      <w:pPr>
        <w:pStyle w:val="Punktygwne"/>
        <w:spacing w:before="0" w:after="0"/>
        <w:rPr>
          <w:rFonts w:ascii="Corbel" w:hAnsi="Corbel"/>
          <w:smallCaps w:val="0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6204FF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5778B21" w14:textId="77777777" w:rsidTr="09EE2EBB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09EE2EBB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09EE2EBB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0A328616" w14:textId="413304A5" w:rsidR="09EE2EBB" w:rsidRDefault="09EE2EBB" w:rsidP="09EE2EBB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74422BE4" w14:textId="590A3071" w:rsidR="00043771" w:rsidRDefault="00830F07" w:rsidP="09EE2E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9EE2EBB">
              <w:rPr>
                <w:rFonts w:ascii="Corbel" w:hAnsi="Corbel"/>
                <w:b w:val="0"/>
                <w:smallCaps w:val="0"/>
              </w:rPr>
              <w:t>Bonusiak</w:t>
            </w:r>
            <w:proofErr w:type="spellEnd"/>
            <w:r w:rsidRPr="09EE2EBB">
              <w:rPr>
                <w:rFonts w:ascii="Corbel" w:hAnsi="Corbel"/>
                <w:b w:val="0"/>
                <w:smallCaps w:val="0"/>
              </w:rPr>
              <w:t xml:space="preserve"> G, Status </w:t>
            </w:r>
            <w:proofErr w:type="spellStart"/>
            <w:r w:rsidRPr="09EE2EBB">
              <w:rPr>
                <w:rFonts w:ascii="Corbel" w:hAnsi="Corbel"/>
                <w:b w:val="0"/>
                <w:smallCaps w:val="0"/>
              </w:rPr>
              <w:t>Saamów</w:t>
            </w:r>
            <w:proofErr w:type="spellEnd"/>
            <w:r w:rsidRPr="09EE2EBB">
              <w:rPr>
                <w:rFonts w:ascii="Corbel" w:hAnsi="Corbel"/>
                <w:b w:val="0"/>
                <w:smallCaps w:val="0"/>
              </w:rPr>
              <w:t xml:space="preserve"> w państwach nordyckich w świetle międzynarodowej ochrony praw ludó</w:t>
            </w:r>
            <w:r w:rsidR="2F169F67" w:rsidRPr="09EE2EBB">
              <w:rPr>
                <w:rFonts w:ascii="Corbel" w:hAnsi="Corbel"/>
                <w:b w:val="0"/>
                <w:smallCaps w:val="0"/>
              </w:rPr>
              <w:t>w</w:t>
            </w:r>
            <w:r w:rsidRPr="09EE2EBB">
              <w:rPr>
                <w:rFonts w:ascii="Corbel" w:hAnsi="Corbel"/>
                <w:b w:val="0"/>
                <w:smallCaps w:val="0"/>
              </w:rPr>
              <w:fldChar w:fldCharType="begin"/>
            </w:r>
            <w:r w:rsidRPr="09EE2EBB">
              <w:rPr>
                <w:rFonts w:ascii="Corbel" w:hAnsi="Corbel"/>
                <w:b w:val="0"/>
                <w:smallCaps w:val="0"/>
              </w:rPr>
              <w:instrText xml:space="preserve"> LISTNUM </w:instrText>
            </w:r>
            <w:r w:rsidRPr="09EE2EBB">
              <w:rPr>
                <w:rFonts w:ascii="Corbel" w:hAnsi="Corbel"/>
                <w:b w:val="0"/>
                <w:smallCaps w:val="0"/>
              </w:rPr>
              <w:fldChar w:fldCharType="end">
                <w:numberingChange w:id="0" w:author="Pikus Anna" w:date="2022-01-28T14:03:00Z" w:original="C."/>
              </w:fldChar>
            </w:r>
            <w:r w:rsidRPr="09EE2EBB">
              <w:rPr>
                <w:rFonts w:ascii="Corbel" w:hAnsi="Corbel"/>
                <w:b w:val="0"/>
                <w:smallCaps w:val="0"/>
              </w:rPr>
              <w:t xml:space="preserve"> rdzennych, UR, Rzeszów 2016</w:t>
            </w:r>
          </w:p>
          <w:p w14:paraId="26CD408F" w14:textId="77777777" w:rsidR="00830F07" w:rsidRPr="009C54AE" w:rsidRDefault="00830F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Ludy tubylcze. Czwarty Świat, dziedzictwo kolonializmu, skanseny świata czy partnerzy narodów?, Wyd.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Comandor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</w:t>
            </w:r>
          </w:p>
        </w:tc>
      </w:tr>
      <w:tr w:rsidR="0085747A" w:rsidRPr="009C54AE" w14:paraId="053102AB" w14:textId="77777777" w:rsidTr="09EE2EBB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09EE2EBB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09EE2EBB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33545860" w14:textId="65D43296" w:rsidR="09EE2EBB" w:rsidRDefault="09EE2EBB" w:rsidP="09EE2EBB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54EFE6AB" w14:textId="77777777" w:rsidR="00E341A9" w:rsidRDefault="00830F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9EE2EBB">
              <w:rPr>
                <w:rFonts w:ascii="Corbel" w:hAnsi="Corbel"/>
                <w:b w:val="0"/>
                <w:smallCaps w:val="0"/>
              </w:rPr>
              <w:t>Szpak A., Bezpieczeństwo ludzkie ludów tubylczych w Arktyce na przykładzie Samów. Wybrane zagadnienia, UMK, Toruń 2018</w:t>
            </w:r>
          </w:p>
          <w:p w14:paraId="1D2EFF57" w14:textId="77777777" w:rsidR="00830F07" w:rsidRPr="009C54AE" w:rsidRDefault="003F3382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akty prawa międzynarodowego</w:t>
            </w:r>
          </w:p>
        </w:tc>
      </w:tr>
    </w:tbl>
    <w:p w14:paraId="02F2C34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EB12E" w14:textId="77777777" w:rsidR="00F45E2B" w:rsidRDefault="00F45E2B" w:rsidP="00C16ABF">
      <w:pPr>
        <w:spacing w:after="0" w:line="240" w:lineRule="auto"/>
      </w:pPr>
      <w:r>
        <w:separator/>
      </w:r>
    </w:p>
  </w:endnote>
  <w:endnote w:type="continuationSeparator" w:id="0">
    <w:p w14:paraId="169B0188" w14:textId="77777777" w:rsidR="00F45E2B" w:rsidRDefault="00F45E2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A745B" w14:textId="77777777" w:rsidR="00F45E2B" w:rsidRDefault="00F45E2B" w:rsidP="00C16ABF">
      <w:pPr>
        <w:spacing w:after="0" w:line="240" w:lineRule="auto"/>
      </w:pPr>
      <w:r>
        <w:separator/>
      </w:r>
    </w:p>
  </w:footnote>
  <w:footnote w:type="continuationSeparator" w:id="0">
    <w:p w14:paraId="27466231" w14:textId="77777777" w:rsidR="00F45E2B" w:rsidRDefault="00F45E2B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0237912">
    <w:abstractNumId w:val="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ikus Anna">
    <w15:presenceInfo w15:providerId="AD" w15:userId="S-1-5-21-2507886973-4043155982-431868542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0D8"/>
    <w:rsid w:val="00022ECE"/>
    <w:rsid w:val="00042A51"/>
    <w:rsid w:val="00042D2E"/>
    <w:rsid w:val="00043771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7FA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1ED4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5155"/>
    <w:rsid w:val="002669C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FDF"/>
    <w:rsid w:val="00326B1D"/>
    <w:rsid w:val="003343CF"/>
    <w:rsid w:val="00346FE9"/>
    <w:rsid w:val="0034759A"/>
    <w:rsid w:val="003503F6"/>
    <w:rsid w:val="003530DD"/>
    <w:rsid w:val="00363856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382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5B94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37B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4EE7"/>
    <w:rsid w:val="00617230"/>
    <w:rsid w:val="00621CE1"/>
    <w:rsid w:val="00627FC9"/>
    <w:rsid w:val="006342B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053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D76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0F07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34C9"/>
    <w:rsid w:val="0098530E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7D7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8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B35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560"/>
    <w:rsid w:val="00DA2114"/>
    <w:rsid w:val="00DA385A"/>
    <w:rsid w:val="00DD39C7"/>
    <w:rsid w:val="00DE09C0"/>
    <w:rsid w:val="00DE4A14"/>
    <w:rsid w:val="00DF320D"/>
    <w:rsid w:val="00DF71C8"/>
    <w:rsid w:val="00E02327"/>
    <w:rsid w:val="00E129B8"/>
    <w:rsid w:val="00E21E7D"/>
    <w:rsid w:val="00E22FBC"/>
    <w:rsid w:val="00E24BF5"/>
    <w:rsid w:val="00E25338"/>
    <w:rsid w:val="00E341A9"/>
    <w:rsid w:val="00E4363D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A2F"/>
    <w:rsid w:val="00EE32DE"/>
    <w:rsid w:val="00EE3656"/>
    <w:rsid w:val="00EE5457"/>
    <w:rsid w:val="00F070AB"/>
    <w:rsid w:val="00F17567"/>
    <w:rsid w:val="00F27A7B"/>
    <w:rsid w:val="00F45E2B"/>
    <w:rsid w:val="00F526AF"/>
    <w:rsid w:val="00F617C3"/>
    <w:rsid w:val="00F7066B"/>
    <w:rsid w:val="00F83B28"/>
    <w:rsid w:val="00F95F49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ADFCA4"/>
    <w:rsid w:val="02023980"/>
    <w:rsid w:val="0471953B"/>
    <w:rsid w:val="0627D8E6"/>
    <w:rsid w:val="072F8434"/>
    <w:rsid w:val="09EE2EBB"/>
    <w:rsid w:val="0B260676"/>
    <w:rsid w:val="0BA91BC6"/>
    <w:rsid w:val="12774AF4"/>
    <w:rsid w:val="1680DB0E"/>
    <w:rsid w:val="182CE041"/>
    <w:rsid w:val="1B242604"/>
    <w:rsid w:val="1D971FDC"/>
    <w:rsid w:val="24D9CD47"/>
    <w:rsid w:val="26DBDDB5"/>
    <w:rsid w:val="2D053638"/>
    <w:rsid w:val="2F169F67"/>
    <w:rsid w:val="33272CFA"/>
    <w:rsid w:val="3595AA6B"/>
    <w:rsid w:val="365ECDBC"/>
    <w:rsid w:val="37FA9E1D"/>
    <w:rsid w:val="397D4621"/>
    <w:rsid w:val="399015A9"/>
    <w:rsid w:val="3ED9D785"/>
    <w:rsid w:val="3FAFFA36"/>
    <w:rsid w:val="44D3357F"/>
    <w:rsid w:val="470B95C6"/>
    <w:rsid w:val="4AC3D2DB"/>
    <w:rsid w:val="4B39CBE3"/>
    <w:rsid w:val="4DBECDA0"/>
    <w:rsid w:val="510FAF42"/>
    <w:rsid w:val="5C5BD676"/>
    <w:rsid w:val="5E02369C"/>
    <w:rsid w:val="5F240E74"/>
    <w:rsid w:val="6580C2E6"/>
    <w:rsid w:val="6FC7E070"/>
    <w:rsid w:val="7ADF5332"/>
    <w:rsid w:val="7BCEB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9F039"/>
  <w15:docId w15:val="{50636D9B-5897-489E-8B07-A8DE051F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094B2-466B-4F55-947F-3C76BE92C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698</Words>
  <Characters>4189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Przemysław Maj</cp:lastModifiedBy>
  <cp:revision>11</cp:revision>
  <cp:lastPrinted>2019-02-06T12:12:00Z</cp:lastPrinted>
  <dcterms:created xsi:type="dcterms:W3CDTF">2021-12-08T14:45:00Z</dcterms:created>
  <dcterms:modified xsi:type="dcterms:W3CDTF">2025-11-15T00:31:00Z</dcterms:modified>
</cp:coreProperties>
</file>